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Y="-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84514" w:rsidRPr="006665DB" w:rsidTr="00784514">
        <w:tc>
          <w:tcPr>
            <w:tcW w:w="4785" w:type="dxa"/>
          </w:tcPr>
          <w:p w:rsidR="00784514" w:rsidRPr="00BE42C7" w:rsidRDefault="00784514" w:rsidP="00784514">
            <w:r w:rsidRPr="00BE42C7">
              <w:t xml:space="preserve">                              </w:t>
            </w:r>
            <w:r w:rsidRPr="00BE42C7">
              <w:rPr>
                <w:sz w:val="28"/>
                <w:szCs w:val="28"/>
              </w:rPr>
              <w:object w:dxaOrig="6503" w:dyaOrig="65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.75pt;height:48.75pt" o:ole="">
                  <v:imagedata r:id="rId5" o:title=""/>
                </v:shape>
                <o:OLEObject Type="Embed" ProgID="Photoshop.Image.10" ShapeID="_x0000_i1025" DrawAspect="Content" ObjectID="_1600240390" r:id="rId6">
                  <o:FieldCodes>\s</o:FieldCodes>
                </o:OLEObject>
              </w:object>
            </w:r>
          </w:p>
          <w:p w:rsidR="00784514" w:rsidRPr="00BE42C7" w:rsidRDefault="00784514" w:rsidP="00784514">
            <w:r w:rsidRPr="00BE42C7">
              <w:t xml:space="preserve">          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t xml:space="preserve">                 </w:t>
            </w:r>
            <w:r w:rsidRPr="00BE42C7">
              <w:rPr>
                <w:b/>
                <w:sz w:val="20"/>
                <w:szCs w:val="20"/>
              </w:rPr>
              <w:t xml:space="preserve">ФЕДЕРАЛЬНАЯ СЛУЖБА 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       ГОСУДАРСТВЕННОЙ РЕГИСТРАЦИИ,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                КАДАСТРА И КАРТОГРАФИИ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                            (РОСРЕЕСТР)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</w:p>
          <w:p w:rsidR="00784514" w:rsidRPr="00BE42C7" w:rsidRDefault="00784514" w:rsidP="00784514">
            <w:pPr>
              <w:jc w:val="both"/>
              <w:rPr>
                <w:b/>
                <w:sz w:val="18"/>
                <w:szCs w:val="18"/>
              </w:rPr>
            </w:pPr>
            <w:r w:rsidRPr="00BE42C7">
              <w:rPr>
                <w:b/>
                <w:sz w:val="18"/>
                <w:szCs w:val="18"/>
              </w:rPr>
              <w:t xml:space="preserve">ФИЛИАЛ </w:t>
            </w:r>
            <w:proofErr w:type="gramStart"/>
            <w:r w:rsidRPr="00BE42C7">
              <w:rPr>
                <w:b/>
                <w:sz w:val="18"/>
                <w:szCs w:val="18"/>
              </w:rPr>
              <w:t>ФЕДЕРАЛЬНОГО</w:t>
            </w:r>
            <w:proofErr w:type="gramEnd"/>
            <w:r w:rsidRPr="00BE42C7">
              <w:rPr>
                <w:b/>
                <w:sz w:val="18"/>
                <w:szCs w:val="18"/>
              </w:rPr>
              <w:t xml:space="preserve"> ГОСУДАРСТВЕННОГО</w:t>
            </w:r>
          </w:p>
          <w:p w:rsidR="00784514" w:rsidRPr="00BE42C7" w:rsidRDefault="00784514" w:rsidP="00784514">
            <w:pPr>
              <w:jc w:val="both"/>
              <w:rPr>
                <w:sz w:val="18"/>
                <w:szCs w:val="18"/>
              </w:rPr>
            </w:pPr>
            <w:r w:rsidRPr="00BE42C7">
              <w:rPr>
                <w:b/>
                <w:sz w:val="18"/>
                <w:szCs w:val="18"/>
              </w:rPr>
              <w:t xml:space="preserve">                   БЮДЖЕТНОГО УЧРЕЖДЕНИЯ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«Федеральная кадастровая палата </w:t>
            </w:r>
            <w:proofErr w:type="gramStart"/>
            <w:r w:rsidRPr="00BE42C7">
              <w:rPr>
                <w:b/>
                <w:sz w:val="20"/>
                <w:szCs w:val="20"/>
              </w:rPr>
              <w:t>Федеральной</w:t>
            </w:r>
            <w:proofErr w:type="gramEnd"/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службы государственной регистрации, кадастра</w:t>
            </w:r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      и картографии»  по Забайкальскому краю</w:t>
            </w:r>
          </w:p>
          <w:p w:rsidR="00784514" w:rsidRPr="00BE42C7" w:rsidRDefault="00784514" w:rsidP="00784514">
            <w:pPr>
              <w:jc w:val="both"/>
              <w:rPr>
                <w:sz w:val="20"/>
                <w:szCs w:val="20"/>
              </w:rPr>
            </w:pPr>
            <w:r w:rsidRPr="00BE42C7">
              <w:rPr>
                <w:sz w:val="20"/>
                <w:szCs w:val="20"/>
              </w:rPr>
              <w:t xml:space="preserve">       Лермонтова ул., д.1, а/я 829, г. Чита 672000</w:t>
            </w:r>
          </w:p>
          <w:p w:rsidR="00F57B86" w:rsidRDefault="00784514" w:rsidP="00F57B86">
            <w:pPr>
              <w:jc w:val="both"/>
              <w:rPr>
                <w:sz w:val="20"/>
                <w:szCs w:val="20"/>
              </w:rPr>
            </w:pPr>
            <w:r w:rsidRPr="00BE42C7">
              <w:rPr>
                <w:sz w:val="20"/>
                <w:szCs w:val="20"/>
              </w:rPr>
              <w:t xml:space="preserve">Тел/факс (3022) 32-53-39, </w:t>
            </w:r>
            <w:r w:rsidR="00F57B86" w:rsidRPr="00F57B86">
              <w:rPr>
                <w:sz w:val="20"/>
                <w:szCs w:val="20"/>
              </w:rPr>
              <w:t xml:space="preserve"> </w:t>
            </w:r>
            <w:r w:rsidR="00F57B86">
              <w:rPr>
                <w:sz w:val="20"/>
                <w:szCs w:val="20"/>
                <w:lang w:val="en-US"/>
              </w:rPr>
              <w:t>Email</w:t>
            </w:r>
            <w:r w:rsidR="00F57B86">
              <w:rPr>
                <w:sz w:val="20"/>
                <w:szCs w:val="20"/>
              </w:rPr>
              <w:t>:</w:t>
            </w:r>
            <w:r w:rsidR="00F57B86">
              <w:rPr>
                <w:sz w:val="20"/>
                <w:szCs w:val="20"/>
                <w:lang w:val="en-US"/>
              </w:rPr>
              <w:t>f</w:t>
            </w:r>
            <w:r w:rsidR="00F57B86">
              <w:rPr>
                <w:sz w:val="20"/>
                <w:szCs w:val="20"/>
              </w:rPr>
              <w:t>ilial@75.</w:t>
            </w:r>
            <w:proofErr w:type="spellStart"/>
            <w:r w:rsidR="00F57B86">
              <w:rPr>
                <w:sz w:val="20"/>
                <w:szCs w:val="20"/>
                <w:lang w:val="en-US"/>
              </w:rPr>
              <w:t>kadastr</w:t>
            </w:r>
            <w:proofErr w:type="spellEnd"/>
            <w:r w:rsidR="00F57B86">
              <w:rPr>
                <w:sz w:val="20"/>
                <w:szCs w:val="20"/>
              </w:rPr>
              <w:t>.</w:t>
            </w:r>
            <w:proofErr w:type="spellStart"/>
            <w:r w:rsidR="00F57B86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84514" w:rsidRPr="00BE42C7" w:rsidRDefault="00784514" w:rsidP="00784514">
            <w:pPr>
              <w:jc w:val="both"/>
              <w:rPr>
                <w:b/>
                <w:sz w:val="20"/>
                <w:szCs w:val="20"/>
              </w:rPr>
            </w:pPr>
            <w:r w:rsidRPr="00BE42C7">
              <w:rPr>
                <w:b/>
                <w:sz w:val="20"/>
                <w:szCs w:val="20"/>
              </w:rPr>
              <w:t xml:space="preserve">                   </w:t>
            </w:r>
          </w:p>
          <w:p w:rsidR="00784514" w:rsidRPr="00BE42C7" w:rsidRDefault="00784514" w:rsidP="00784514">
            <w:pPr>
              <w:jc w:val="both"/>
            </w:pPr>
            <w:r w:rsidRPr="00BE42C7">
              <w:t xml:space="preserve"> ____________________№_______________</w:t>
            </w:r>
          </w:p>
          <w:p w:rsidR="00784514" w:rsidRPr="00BE42C7" w:rsidRDefault="00784514" w:rsidP="00784514">
            <w:pPr>
              <w:jc w:val="both"/>
            </w:pPr>
          </w:p>
          <w:p w:rsidR="00784514" w:rsidRPr="00BE42C7" w:rsidRDefault="00BE42C7" w:rsidP="002C0530">
            <w:pPr>
              <w:jc w:val="both"/>
              <w:rPr>
                <w:sz w:val="20"/>
                <w:szCs w:val="20"/>
              </w:rPr>
            </w:pPr>
            <w:r w:rsidRPr="00BE42C7">
              <w:t xml:space="preserve">    На № </w:t>
            </w:r>
            <w:r w:rsidR="007A4DA5">
              <w:rPr>
                <w:u w:val="single"/>
              </w:rPr>
              <w:t xml:space="preserve">__________ </w:t>
            </w:r>
            <w:r w:rsidRPr="007A4DA5">
              <w:rPr>
                <w:u w:val="single"/>
              </w:rPr>
              <w:t xml:space="preserve">   </w:t>
            </w:r>
            <w:r w:rsidRPr="00BE42C7">
              <w:t xml:space="preserve">  от      </w:t>
            </w:r>
            <w:r w:rsidR="007A4DA5">
              <w:rPr>
                <w:u w:val="single"/>
              </w:rPr>
              <w:t>____________</w:t>
            </w:r>
            <w:r w:rsidRPr="00BE42C7">
              <w:t xml:space="preserve">                    </w:t>
            </w:r>
          </w:p>
        </w:tc>
        <w:tc>
          <w:tcPr>
            <w:tcW w:w="4786" w:type="dxa"/>
            <w:tcBorders>
              <w:left w:val="nil"/>
            </w:tcBorders>
          </w:tcPr>
          <w:p w:rsidR="00791AF2" w:rsidRPr="007E17F0" w:rsidRDefault="00791AF2" w:rsidP="00C00758">
            <w:pPr>
              <w:rPr>
                <w:sz w:val="28"/>
                <w:szCs w:val="28"/>
              </w:rPr>
            </w:pPr>
          </w:p>
          <w:p w:rsidR="00364A35" w:rsidRPr="007E17F0" w:rsidRDefault="00364A35" w:rsidP="00364A35">
            <w:pPr>
              <w:jc w:val="center"/>
              <w:rPr>
                <w:sz w:val="28"/>
                <w:szCs w:val="28"/>
              </w:rPr>
            </w:pPr>
          </w:p>
          <w:p w:rsidR="00BE42C7" w:rsidRPr="005340FB" w:rsidRDefault="006665DB" w:rsidP="00BE42C7">
            <w:pPr>
              <w:pBdr>
                <w:bottom w:val="single" w:sz="12" w:space="1" w:color="auto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Кадастровым инженерам</w:t>
            </w:r>
          </w:p>
          <w:p w:rsidR="006665DB" w:rsidRDefault="006665DB" w:rsidP="00BE42C7">
            <w:pPr>
              <w:jc w:val="center"/>
              <w:rPr>
                <w:sz w:val="26"/>
                <w:szCs w:val="26"/>
              </w:rPr>
            </w:pPr>
          </w:p>
          <w:p w:rsidR="00BE42C7" w:rsidRPr="006665DB" w:rsidRDefault="006665DB" w:rsidP="00BE42C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списку)</w:t>
            </w:r>
          </w:p>
          <w:p w:rsidR="00CB4AE4" w:rsidRPr="00BE42C7" w:rsidRDefault="00CB4AE4" w:rsidP="00364A35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5E6B3F" w:rsidRPr="00BE42C7" w:rsidRDefault="005E6B3F" w:rsidP="00791AF2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36093A" w:rsidRPr="00BE42C7" w:rsidRDefault="0036093A" w:rsidP="00837090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:rsidR="002B34F7" w:rsidRPr="003737B1" w:rsidRDefault="008529A9" w:rsidP="00862985">
      <w:pPr>
        <w:jc w:val="both"/>
        <w:rPr>
          <w:b/>
          <w:sz w:val="20"/>
          <w:szCs w:val="20"/>
        </w:rPr>
      </w:pPr>
      <w:r w:rsidRPr="003737B1">
        <w:rPr>
          <w:b/>
          <w:sz w:val="20"/>
          <w:szCs w:val="20"/>
        </w:rPr>
        <w:t xml:space="preserve"> </w:t>
      </w:r>
    </w:p>
    <w:p w:rsidR="006665DB" w:rsidRDefault="006665DB" w:rsidP="00BE42C7">
      <w:pPr>
        <w:pStyle w:val="2"/>
        <w:spacing w:line="360" w:lineRule="auto"/>
        <w:rPr>
          <w:sz w:val="28"/>
          <w:szCs w:val="28"/>
        </w:rPr>
      </w:pPr>
    </w:p>
    <w:p w:rsidR="00BE42C7" w:rsidRDefault="00BE42C7" w:rsidP="00790727">
      <w:pPr>
        <w:pStyle w:val="2"/>
        <w:ind w:firstLine="709"/>
        <w:rPr>
          <w:sz w:val="28"/>
          <w:szCs w:val="28"/>
        </w:rPr>
      </w:pPr>
      <w:r w:rsidRPr="005340FB">
        <w:rPr>
          <w:sz w:val="28"/>
          <w:szCs w:val="28"/>
        </w:rPr>
        <w:t>Уважаем</w:t>
      </w:r>
      <w:r w:rsidR="006665DB">
        <w:rPr>
          <w:sz w:val="28"/>
          <w:szCs w:val="28"/>
        </w:rPr>
        <w:t>ые кадастровые инженеры!</w:t>
      </w:r>
    </w:p>
    <w:p w:rsidR="00F44142" w:rsidRPr="00E018DA" w:rsidRDefault="00F44142" w:rsidP="00F44142">
      <w:pPr>
        <w:ind w:firstLine="709"/>
        <w:jc w:val="both"/>
        <w:rPr>
          <w:sz w:val="28"/>
          <w:szCs w:val="28"/>
        </w:rPr>
      </w:pPr>
      <w:r w:rsidRPr="00E018DA">
        <w:rPr>
          <w:sz w:val="28"/>
          <w:szCs w:val="28"/>
        </w:rPr>
        <w:t xml:space="preserve">Во исполнение пункта </w:t>
      </w:r>
      <w:r>
        <w:rPr>
          <w:sz w:val="28"/>
          <w:szCs w:val="28"/>
        </w:rPr>
        <w:t>4</w:t>
      </w:r>
      <w:r w:rsidRPr="00E018DA">
        <w:rPr>
          <w:sz w:val="28"/>
          <w:szCs w:val="28"/>
        </w:rPr>
        <w:t xml:space="preserve"> Плана мероприятий по снижению количества решений о приостановлении (отказе) при предоставлении государственных услуг по государственному кадастровому учету филиала, утвержденного  Распоряжением Федерального государственного бюджетного учреждение «Федеральная кадастровая палата Федеральной службы государственной регистрации, кадастра и картографии» от 28.04.2017 г. № </w:t>
      </w:r>
      <w:proofErr w:type="gramStart"/>
      <w:r w:rsidRPr="00E018DA">
        <w:rPr>
          <w:sz w:val="28"/>
          <w:szCs w:val="28"/>
        </w:rPr>
        <w:t>Р</w:t>
      </w:r>
      <w:proofErr w:type="gramEnd"/>
      <w:r w:rsidRPr="00E018DA">
        <w:rPr>
          <w:sz w:val="28"/>
          <w:szCs w:val="28"/>
        </w:rPr>
        <w:t xml:space="preserve">/015 ФГБУ «ФКП Филиал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 по Забайкальскому краю направляет </w:t>
      </w:r>
      <w:r>
        <w:rPr>
          <w:sz w:val="28"/>
          <w:szCs w:val="28"/>
        </w:rPr>
        <w:t>в Ваш адрес о</w:t>
      </w:r>
      <w:r w:rsidRPr="008741A5">
        <w:rPr>
          <w:sz w:val="28"/>
          <w:szCs w:val="28"/>
        </w:rPr>
        <w:t xml:space="preserve">тчет о результатах проведения анализа основных ошибок, допускаемых кадастровыми инженерами при подготовке межевых и технических планов, актов обследования, </w:t>
      </w:r>
      <w:proofErr w:type="gramStart"/>
      <w:r w:rsidRPr="008741A5">
        <w:rPr>
          <w:sz w:val="28"/>
          <w:szCs w:val="28"/>
        </w:rPr>
        <w:t>представляемы</w:t>
      </w:r>
      <w:r w:rsidR="005860C7">
        <w:rPr>
          <w:sz w:val="28"/>
          <w:szCs w:val="28"/>
        </w:rPr>
        <w:t>х</w:t>
      </w:r>
      <w:proofErr w:type="gramEnd"/>
      <w:r w:rsidR="005860C7">
        <w:rPr>
          <w:sz w:val="28"/>
          <w:szCs w:val="28"/>
        </w:rPr>
        <w:t xml:space="preserve"> </w:t>
      </w:r>
      <w:r w:rsidRPr="008741A5">
        <w:rPr>
          <w:sz w:val="28"/>
          <w:szCs w:val="28"/>
        </w:rPr>
        <w:t xml:space="preserve"> в том числе посредством электронного сервиса «Личный кабинет кадастрового инженера»</w:t>
      </w:r>
      <w:r w:rsidRPr="00E018DA">
        <w:rPr>
          <w:sz w:val="28"/>
          <w:szCs w:val="28"/>
        </w:rPr>
        <w:t xml:space="preserve"> согласно приложению за </w:t>
      </w:r>
      <w:r w:rsidR="00CB4900">
        <w:rPr>
          <w:sz w:val="28"/>
          <w:szCs w:val="28"/>
        </w:rPr>
        <w:t>сентябрь</w:t>
      </w:r>
      <w:r w:rsidR="00194A05">
        <w:rPr>
          <w:sz w:val="28"/>
          <w:szCs w:val="28"/>
        </w:rPr>
        <w:t xml:space="preserve"> </w:t>
      </w:r>
      <w:r w:rsidRPr="00E018DA">
        <w:rPr>
          <w:sz w:val="28"/>
          <w:szCs w:val="28"/>
        </w:rPr>
        <w:t>201</w:t>
      </w:r>
      <w:r w:rsidR="002B2ACE">
        <w:rPr>
          <w:sz w:val="28"/>
          <w:szCs w:val="28"/>
        </w:rPr>
        <w:t>8</w:t>
      </w:r>
      <w:r w:rsidRPr="00E018DA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</w:p>
    <w:p w:rsidR="00F44142" w:rsidRDefault="00F44142" w:rsidP="00F44142">
      <w:pPr>
        <w:pStyle w:val="aa"/>
        <w:ind w:firstLine="708"/>
        <w:jc w:val="both"/>
        <w:rPr>
          <w:sz w:val="28"/>
          <w:szCs w:val="28"/>
        </w:rPr>
      </w:pPr>
    </w:p>
    <w:p w:rsidR="00F44142" w:rsidRPr="008741A5" w:rsidRDefault="00F44142" w:rsidP="00F44142">
      <w:pPr>
        <w:pStyle w:val="aa"/>
        <w:ind w:firstLine="708"/>
        <w:jc w:val="both"/>
        <w:rPr>
          <w:color w:val="000000"/>
        </w:rPr>
      </w:pPr>
      <w:r>
        <w:rPr>
          <w:sz w:val="28"/>
          <w:szCs w:val="28"/>
        </w:rPr>
        <w:t xml:space="preserve">Приложение: </w:t>
      </w:r>
      <w:r w:rsidRPr="008741A5">
        <w:t xml:space="preserve">файл </w:t>
      </w:r>
      <w:r w:rsidR="005860C7" w:rsidRPr="005860C7">
        <w:t>75_80_Приложение № 1 (пункт 4 Плана) Основные ошибки</w:t>
      </w:r>
      <w:r w:rsidRPr="008741A5">
        <w:t>.xlsx</w:t>
      </w:r>
      <w:r w:rsidR="005A26C0">
        <w:t>_</w:t>
      </w:r>
      <w:r w:rsidR="002B2ACE">
        <w:t>0</w:t>
      </w:r>
      <w:r w:rsidR="00CB4900">
        <w:t>9</w:t>
      </w:r>
      <w:r w:rsidR="005A26C0">
        <w:t>201</w:t>
      </w:r>
      <w:r w:rsidR="002B2ACE">
        <w:t>8</w:t>
      </w:r>
      <w:r w:rsidRPr="008741A5">
        <w:t xml:space="preserve"> –</w:t>
      </w:r>
      <w:r w:rsidRPr="008741A5">
        <w:rPr>
          <w:color w:val="000000"/>
        </w:rPr>
        <w:t xml:space="preserve">  </w:t>
      </w:r>
      <w:r>
        <w:rPr>
          <w:color w:val="000000"/>
        </w:rPr>
        <w:t xml:space="preserve"> </w:t>
      </w:r>
      <w:r w:rsidR="00AC7367" w:rsidRPr="00AC7367">
        <w:rPr>
          <w:color w:val="000000"/>
        </w:rPr>
        <w:t>2</w:t>
      </w:r>
      <w:r w:rsidR="00AC7367" w:rsidRPr="002B2ACE">
        <w:rPr>
          <w:color w:val="000000"/>
        </w:rPr>
        <w:t>5</w:t>
      </w:r>
      <w:r w:rsidR="006F341D">
        <w:rPr>
          <w:color w:val="000000"/>
        </w:rPr>
        <w:t>0</w:t>
      </w:r>
      <w:r w:rsidR="00CB4900">
        <w:rPr>
          <w:color w:val="000000"/>
        </w:rPr>
        <w:t>30</w:t>
      </w:r>
      <w:bookmarkStart w:id="0" w:name="_GoBack"/>
      <w:bookmarkEnd w:id="0"/>
      <w:r w:rsidR="005860C7" w:rsidRPr="0030545F">
        <w:rPr>
          <w:color w:val="000000"/>
        </w:rPr>
        <w:t xml:space="preserve"> бай</w:t>
      </w:r>
      <w:r w:rsidR="005860C7" w:rsidRPr="00B62F87">
        <w:rPr>
          <w:color w:val="000000"/>
        </w:rPr>
        <w:t>т</w:t>
      </w:r>
      <w:r>
        <w:rPr>
          <w:color w:val="000000"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29"/>
        <w:gridCol w:w="4056"/>
        <w:gridCol w:w="2869"/>
      </w:tblGrid>
      <w:tr w:rsidR="00B62F87" w:rsidTr="00126C60">
        <w:tc>
          <w:tcPr>
            <w:tcW w:w="3062" w:type="dxa"/>
          </w:tcPr>
          <w:p w:rsidR="00B62F87" w:rsidRPr="00164613" w:rsidRDefault="00B62F87" w:rsidP="00FA6895">
            <w:pPr>
              <w:autoSpaceDE w:val="0"/>
              <w:autoSpaceDN w:val="0"/>
              <w:adjustRightInd w:val="0"/>
              <w:jc w:val="both"/>
              <w:rPr>
                <w:rStyle w:val="FontStyle11"/>
                <w:sz w:val="28"/>
                <w:szCs w:val="28"/>
              </w:rPr>
            </w:pPr>
          </w:p>
          <w:p w:rsidR="00B62F87" w:rsidRDefault="00B62F87" w:rsidP="00FA6895">
            <w:pPr>
              <w:autoSpaceDE w:val="0"/>
              <w:autoSpaceDN w:val="0"/>
              <w:adjustRightInd w:val="0"/>
              <w:jc w:val="both"/>
              <w:rPr>
                <w:rStyle w:val="FontStyle11"/>
                <w:sz w:val="28"/>
                <w:szCs w:val="28"/>
              </w:rPr>
            </w:pPr>
          </w:p>
          <w:p w:rsidR="00B62F87" w:rsidRDefault="00B62F87" w:rsidP="00FA68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Директор</w:t>
            </w:r>
          </w:p>
        </w:tc>
        <w:tc>
          <w:tcPr>
            <w:tcW w:w="4056" w:type="dxa"/>
          </w:tcPr>
          <w:p w:rsidR="00B62F87" w:rsidRPr="00B62F87" w:rsidRDefault="00B62F87" w:rsidP="00FA689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B16A1E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78740</wp:posOffset>
                  </wp:positionV>
                  <wp:extent cx="2416810" cy="1381125"/>
                  <wp:effectExtent l="19050" t="0" r="254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6810" cy="138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20" w:type="dxa"/>
          </w:tcPr>
          <w:p w:rsidR="00B62F87" w:rsidRDefault="00B62F87" w:rsidP="00FA689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62F87" w:rsidRDefault="00B62F87" w:rsidP="00FA6895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B62F87" w:rsidRDefault="00B62F87" w:rsidP="00FA6895">
            <w:pPr>
              <w:jc w:val="right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А.А. Корнев</w:t>
            </w:r>
          </w:p>
        </w:tc>
      </w:tr>
    </w:tbl>
    <w:p w:rsidR="00870315" w:rsidRDefault="00870315" w:rsidP="00023ACB">
      <w:pPr>
        <w:rPr>
          <w:sz w:val="16"/>
          <w:szCs w:val="16"/>
        </w:rPr>
      </w:pPr>
    </w:p>
    <w:p w:rsidR="00023ACB" w:rsidRPr="00240597" w:rsidRDefault="00023ACB" w:rsidP="00023ACB">
      <w:pPr>
        <w:rPr>
          <w:sz w:val="16"/>
          <w:szCs w:val="16"/>
        </w:rPr>
      </w:pPr>
      <w:r>
        <w:rPr>
          <w:sz w:val="16"/>
          <w:szCs w:val="16"/>
        </w:rPr>
        <w:lastRenderedPageBreak/>
        <w:t>Ис</w:t>
      </w:r>
      <w:r w:rsidRPr="00240597">
        <w:rPr>
          <w:sz w:val="16"/>
          <w:szCs w:val="16"/>
        </w:rPr>
        <w:t xml:space="preserve">полнитель: </w:t>
      </w:r>
      <w:proofErr w:type="spellStart"/>
      <w:r w:rsidRPr="00240597">
        <w:rPr>
          <w:sz w:val="16"/>
          <w:szCs w:val="16"/>
        </w:rPr>
        <w:t>Кракосевич</w:t>
      </w:r>
      <w:proofErr w:type="spellEnd"/>
      <w:r w:rsidRPr="00240597">
        <w:rPr>
          <w:sz w:val="16"/>
          <w:szCs w:val="16"/>
        </w:rPr>
        <w:t xml:space="preserve"> М.В.</w:t>
      </w:r>
    </w:p>
    <w:p w:rsidR="00023ACB" w:rsidRDefault="00023ACB" w:rsidP="001C236E">
      <w:pPr>
        <w:rPr>
          <w:sz w:val="28"/>
          <w:szCs w:val="28"/>
        </w:rPr>
      </w:pPr>
      <w:r w:rsidRPr="00240597">
        <w:rPr>
          <w:sz w:val="16"/>
          <w:szCs w:val="16"/>
        </w:rPr>
        <w:t xml:space="preserve">(3022) </w:t>
      </w:r>
      <w:r w:rsidR="00870315">
        <w:rPr>
          <w:sz w:val="16"/>
          <w:szCs w:val="16"/>
        </w:rPr>
        <w:t>213167(2091)</w:t>
      </w:r>
    </w:p>
    <w:sectPr w:rsidR="00023ACB" w:rsidSect="008703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1C1EE7"/>
    <w:rsid w:val="00002F49"/>
    <w:rsid w:val="00003729"/>
    <w:rsid w:val="000141F5"/>
    <w:rsid w:val="00022C6B"/>
    <w:rsid w:val="00023ACB"/>
    <w:rsid w:val="00026763"/>
    <w:rsid w:val="00037C7E"/>
    <w:rsid w:val="00045144"/>
    <w:rsid w:val="00055ABC"/>
    <w:rsid w:val="0007296D"/>
    <w:rsid w:val="00080CD7"/>
    <w:rsid w:val="00082C0B"/>
    <w:rsid w:val="00092603"/>
    <w:rsid w:val="0009287F"/>
    <w:rsid w:val="00094F11"/>
    <w:rsid w:val="000A59CE"/>
    <w:rsid w:val="000B3B64"/>
    <w:rsid w:val="000B7A1C"/>
    <w:rsid w:val="000C0CE4"/>
    <w:rsid w:val="000C29EC"/>
    <w:rsid w:val="000C6C53"/>
    <w:rsid w:val="000D379D"/>
    <w:rsid w:val="001022FE"/>
    <w:rsid w:val="00102ECA"/>
    <w:rsid w:val="00107BBE"/>
    <w:rsid w:val="00107C2E"/>
    <w:rsid w:val="001225A8"/>
    <w:rsid w:val="00123EE9"/>
    <w:rsid w:val="00124F40"/>
    <w:rsid w:val="00126C60"/>
    <w:rsid w:val="001272A4"/>
    <w:rsid w:val="001334FB"/>
    <w:rsid w:val="00136EB4"/>
    <w:rsid w:val="00144705"/>
    <w:rsid w:val="00152514"/>
    <w:rsid w:val="00164613"/>
    <w:rsid w:val="00165A5B"/>
    <w:rsid w:val="00173498"/>
    <w:rsid w:val="00174D36"/>
    <w:rsid w:val="001921DF"/>
    <w:rsid w:val="00194A05"/>
    <w:rsid w:val="001A7A36"/>
    <w:rsid w:val="001B64AA"/>
    <w:rsid w:val="001B6C99"/>
    <w:rsid w:val="001C1EE7"/>
    <w:rsid w:val="001C236E"/>
    <w:rsid w:val="001D1137"/>
    <w:rsid w:val="001D3902"/>
    <w:rsid w:val="001E1F65"/>
    <w:rsid w:val="001E7634"/>
    <w:rsid w:val="001F21C5"/>
    <w:rsid w:val="001F78C4"/>
    <w:rsid w:val="00200A24"/>
    <w:rsid w:val="0020445C"/>
    <w:rsid w:val="0020641E"/>
    <w:rsid w:val="00214916"/>
    <w:rsid w:val="00226079"/>
    <w:rsid w:val="00253A9B"/>
    <w:rsid w:val="00257626"/>
    <w:rsid w:val="002610E3"/>
    <w:rsid w:val="002641C9"/>
    <w:rsid w:val="00266BF6"/>
    <w:rsid w:val="00275BCE"/>
    <w:rsid w:val="00276880"/>
    <w:rsid w:val="002906B0"/>
    <w:rsid w:val="002921DC"/>
    <w:rsid w:val="002979C4"/>
    <w:rsid w:val="002A5194"/>
    <w:rsid w:val="002A58F9"/>
    <w:rsid w:val="002B2ACE"/>
    <w:rsid w:val="002B34F7"/>
    <w:rsid w:val="002B605B"/>
    <w:rsid w:val="002B676D"/>
    <w:rsid w:val="002B6DAC"/>
    <w:rsid w:val="002C0530"/>
    <w:rsid w:val="002C542F"/>
    <w:rsid w:val="002D7632"/>
    <w:rsid w:val="002E18B9"/>
    <w:rsid w:val="002E3BD0"/>
    <w:rsid w:val="002E4D8F"/>
    <w:rsid w:val="003037AE"/>
    <w:rsid w:val="00304615"/>
    <w:rsid w:val="00305738"/>
    <w:rsid w:val="00307383"/>
    <w:rsid w:val="003077E3"/>
    <w:rsid w:val="00310509"/>
    <w:rsid w:val="003211F0"/>
    <w:rsid w:val="0033515E"/>
    <w:rsid w:val="00336189"/>
    <w:rsid w:val="003448DD"/>
    <w:rsid w:val="0035004A"/>
    <w:rsid w:val="00351259"/>
    <w:rsid w:val="0036093A"/>
    <w:rsid w:val="00364A35"/>
    <w:rsid w:val="003667AA"/>
    <w:rsid w:val="00370098"/>
    <w:rsid w:val="00371956"/>
    <w:rsid w:val="003737B1"/>
    <w:rsid w:val="003754E9"/>
    <w:rsid w:val="003757F7"/>
    <w:rsid w:val="0038077F"/>
    <w:rsid w:val="003963C6"/>
    <w:rsid w:val="003B18B6"/>
    <w:rsid w:val="003B1B33"/>
    <w:rsid w:val="003C164E"/>
    <w:rsid w:val="003C1CF5"/>
    <w:rsid w:val="003C7B51"/>
    <w:rsid w:val="003D7869"/>
    <w:rsid w:val="003E0B9A"/>
    <w:rsid w:val="003E6B61"/>
    <w:rsid w:val="003E6BB6"/>
    <w:rsid w:val="003E7BBA"/>
    <w:rsid w:val="003F4D6C"/>
    <w:rsid w:val="00403740"/>
    <w:rsid w:val="004179A8"/>
    <w:rsid w:val="00433EA2"/>
    <w:rsid w:val="00434C02"/>
    <w:rsid w:val="004402D9"/>
    <w:rsid w:val="004508FD"/>
    <w:rsid w:val="0045337B"/>
    <w:rsid w:val="004607EB"/>
    <w:rsid w:val="00475CEB"/>
    <w:rsid w:val="004811BC"/>
    <w:rsid w:val="00495E4C"/>
    <w:rsid w:val="00497E98"/>
    <w:rsid w:val="004B08F3"/>
    <w:rsid w:val="004B1B57"/>
    <w:rsid w:val="004B4548"/>
    <w:rsid w:val="004B5554"/>
    <w:rsid w:val="004D13FB"/>
    <w:rsid w:val="004D2652"/>
    <w:rsid w:val="004D2D2D"/>
    <w:rsid w:val="004E208B"/>
    <w:rsid w:val="004E3107"/>
    <w:rsid w:val="004E49A7"/>
    <w:rsid w:val="004E6F89"/>
    <w:rsid w:val="004F02F4"/>
    <w:rsid w:val="004F0AB7"/>
    <w:rsid w:val="004F4DFE"/>
    <w:rsid w:val="005030B6"/>
    <w:rsid w:val="00504BA0"/>
    <w:rsid w:val="00512216"/>
    <w:rsid w:val="00522B85"/>
    <w:rsid w:val="00540D87"/>
    <w:rsid w:val="00541E78"/>
    <w:rsid w:val="00543617"/>
    <w:rsid w:val="0055746A"/>
    <w:rsid w:val="00563E18"/>
    <w:rsid w:val="0056573F"/>
    <w:rsid w:val="00566583"/>
    <w:rsid w:val="00573F9A"/>
    <w:rsid w:val="005860C7"/>
    <w:rsid w:val="00590623"/>
    <w:rsid w:val="005915F2"/>
    <w:rsid w:val="0059562C"/>
    <w:rsid w:val="00596690"/>
    <w:rsid w:val="005A0E90"/>
    <w:rsid w:val="005A26C0"/>
    <w:rsid w:val="005A6D6E"/>
    <w:rsid w:val="005B044C"/>
    <w:rsid w:val="005B1CBE"/>
    <w:rsid w:val="005B22B5"/>
    <w:rsid w:val="005B28B7"/>
    <w:rsid w:val="005B3D67"/>
    <w:rsid w:val="005C5808"/>
    <w:rsid w:val="005E0FF1"/>
    <w:rsid w:val="005E4748"/>
    <w:rsid w:val="005E6768"/>
    <w:rsid w:val="005E6B3F"/>
    <w:rsid w:val="005F2301"/>
    <w:rsid w:val="005F35A7"/>
    <w:rsid w:val="005F7E84"/>
    <w:rsid w:val="0060020B"/>
    <w:rsid w:val="00602CD3"/>
    <w:rsid w:val="00602D64"/>
    <w:rsid w:val="006069C0"/>
    <w:rsid w:val="006113AB"/>
    <w:rsid w:val="006171DC"/>
    <w:rsid w:val="00617741"/>
    <w:rsid w:val="00626A10"/>
    <w:rsid w:val="00626CFA"/>
    <w:rsid w:val="006318F1"/>
    <w:rsid w:val="006331D5"/>
    <w:rsid w:val="00635264"/>
    <w:rsid w:val="0063645A"/>
    <w:rsid w:val="00655915"/>
    <w:rsid w:val="006606C6"/>
    <w:rsid w:val="00665218"/>
    <w:rsid w:val="006665DB"/>
    <w:rsid w:val="00666763"/>
    <w:rsid w:val="00676A24"/>
    <w:rsid w:val="00681AEF"/>
    <w:rsid w:val="00684666"/>
    <w:rsid w:val="00685024"/>
    <w:rsid w:val="00692001"/>
    <w:rsid w:val="0069286B"/>
    <w:rsid w:val="00694727"/>
    <w:rsid w:val="00697797"/>
    <w:rsid w:val="006A04BD"/>
    <w:rsid w:val="006A2EB5"/>
    <w:rsid w:val="006A44E0"/>
    <w:rsid w:val="006A7EA9"/>
    <w:rsid w:val="006B0720"/>
    <w:rsid w:val="006B6F84"/>
    <w:rsid w:val="006C7935"/>
    <w:rsid w:val="006C7A98"/>
    <w:rsid w:val="006D1899"/>
    <w:rsid w:val="006D5CC9"/>
    <w:rsid w:val="006E0A22"/>
    <w:rsid w:val="006E1988"/>
    <w:rsid w:val="006E20A8"/>
    <w:rsid w:val="006E6E4C"/>
    <w:rsid w:val="006E7709"/>
    <w:rsid w:val="006E77E8"/>
    <w:rsid w:val="006E7B4B"/>
    <w:rsid w:val="006F341D"/>
    <w:rsid w:val="006F67DB"/>
    <w:rsid w:val="0070389E"/>
    <w:rsid w:val="0070492A"/>
    <w:rsid w:val="00704BBC"/>
    <w:rsid w:val="007051D8"/>
    <w:rsid w:val="0070597F"/>
    <w:rsid w:val="007063F7"/>
    <w:rsid w:val="007112F9"/>
    <w:rsid w:val="00712F59"/>
    <w:rsid w:val="00715A90"/>
    <w:rsid w:val="00717FE1"/>
    <w:rsid w:val="00737437"/>
    <w:rsid w:val="00745C9E"/>
    <w:rsid w:val="00754679"/>
    <w:rsid w:val="00755D43"/>
    <w:rsid w:val="007571AD"/>
    <w:rsid w:val="007642C0"/>
    <w:rsid w:val="00765F26"/>
    <w:rsid w:val="00784514"/>
    <w:rsid w:val="007860F2"/>
    <w:rsid w:val="00790727"/>
    <w:rsid w:val="00790E6C"/>
    <w:rsid w:val="00791AF2"/>
    <w:rsid w:val="007A4DA5"/>
    <w:rsid w:val="007A7B1E"/>
    <w:rsid w:val="007B0272"/>
    <w:rsid w:val="007B4322"/>
    <w:rsid w:val="007C0500"/>
    <w:rsid w:val="007C079F"/>
    <w:rsid w:val="007C2E83"/>
    <w:rsid w:val="007C4FB5"/>
    <w:rsid w:val="007C7FC2"/>
    <w:rsid w:val="007D0BE8"/>
    <w:rsid w:val="007E0A5F"/>
    <w:rsid w:val="007E17F0"/>
    <w:rsid w:val="007F1989"/>
    <w:rsid w:val="007F7023"/>
    <w:rsid w:val="00814063"/>
    <w:rsid w:val="00821B9F"/>
    <w:rsid w:val="00833A0D"/>
    <w:rsid w:val="00837090"/>
    <w:rsid w:val="00841947"/>
    <w:rsid w:val="0084454C"/>
    <w:rsid w:val="00851340"/>
    <w:rsid w:val="008529A9"/>
    <w:rsid w:val="008554E5"/>
    <w:rsid w:val="0085677D"/>
    <w:rsid w:val="008570FF"/>
    <w:rsid w:val="00862985"/>
    <w:rsid w:val="0086670A"/>
    <w:rsid w:val="00866D34"/>
    <w:rsid w:val="00870315"/>
    <w:rsid w:val="00871FEE"/>
    <w:rsid w:val="008736A0"/>
    <w:rsid w:val="00873A62"/>
    <w:rsid w:val="00881C66"/>
    <w:rsid w:val="00886D7A"/>
    <w:rsid w:val="00897A41"/>
    <w:rsid w:val="008A4A07"/>
    <w:rsid w:val="008B070B"/>
    <w:rsid w:val="008B289B"/>
    <w:rsid w:val="008B67E0"/>
    <w:rsid w:val="008C0B06"/>
    <w:rsid w:val="008D178B"/>
    <w:rsid w:val="008D4043"/>
    <w:rsid w:val="008D4C21"/>
    <w:rsid w:val="008D6487"/>
    <w:rsid w:val="008E1BE0"/>
    <w:rsid w:val="008E3B98"/>
    <w:rsid w:val="008E69F2"/>
    <w:rsid w:val="008F3DB3"/>
    <w:rsid w:val="008F6689"/>
    <w:rsid w:val="008F6BA7"/>
    <w:rsid w:val="009036C6"/>
    <w:rsid w:val="00903AAA"/>
    <w:rsid w:val="00903D3C"/>
    <w:rsid w:val="00920A5D"/>
    <w:rsid w:val="00935725"/>
    <w:rsid w:val="00944F2E"/>
    <w:rsid w:val="00950D6F"/>
    <w:rsid w:val="009558F7"/>
    <w:rsid w:val="00974197"/>
    <w:rsid w:val="009813B9"/>
    <w:rsid w:val="009963EC"/>
    <w:rsid w:val="009A54D6"/>
    <w:rsid w:val="009C4D65"/>
    <w:rsid w:val="009C618E"/>
    <w:rsid w:val="009D6FC7"/>
    <w:rsid w:val="009D7227"/>
    <w:rsid w:val="009D75E8"/>
    <w:rsid w:val="009E25B6"/>
    <w:rsid w:val="009E34DF"/>
    <w:rsid w:val="009F0C4E"/>
    <w:rsid w:val="009F75AC"/>
    <w:rsid w:val="00A00764"/>
    <w:rsid w:val="00A00D6D"/>
    <w:rsid w:val="00A02DC5"/>
    <w:rsid w:val="00A06BFD"/>
    <w:rsid w:val="00A109A0"/>
    <w:rsid w:val="00A12F75"/>
    <w:rsid w:val="00A13428"/>
    <w:rsid w:val="00A17283"/>
    <w:rsid w:val="00A305C6"/>
    <w:rsid w:val="00A4098C"/>
    <w:rsid w:val="00A425A6"/>
    <w:rsid w:val="00A60A76"/>
    <w:rsid w:val="00A7032F"/>
    <w:rsid w:val="00A84263"/>
    <w:rsid w:val="00A85FB7"/>
    <w:rsid w:val="00A902DF"/>
    <w:rsid w:val="00A916E5"/>
    <w:rsid w:val="00A93A03"/>
    <w:rsid w:val="00A94956"/>
    <w:rsid w:val="00AB2C03"/>
    <w:rsid w:val="00AB7111"/>
    <w:rsid w:val="00AB75A4"/>
    <w:rsid w:val="00AC7367"/>
    <w:rsid w:val="00AD2BC9"/>
    <w:rsid w:val="00AD44AE"/>
    <w:rsid w:val="00AE1959"/>
    <w:rsid w:val="00AE3646"/>
    <w:rsid w:val="00AE4520"/>
    <w:rsid w:val="00AE505F"/>
    <w:rsid w:val="00AF5869"/>
    <w:rsid w:val="00AF6773"/>
    <w:rsid w:val="00B01048"/>
    <w:rsid w:val="00B01E67"/>
    <w:rsid w:val="00B04B38"/>
    <w:rsid w:val="00B06754"/>
    <w:rsid w:val="00B21755"/>
    <w:rsid w:val="00B31090"/>
    <w:rsid w:val="00B34DF4"/>
    <w:rsid w:val="00B40E4E"/>
    <w:rsid w:val="00B530B7"/>
    <w:rsid w:val="00B62F87"/>
    <w:rsid w:val="00B63EDB"/>
    <w:rsid w:val="00B655A5"/>
    <w:rsid w:val="00B7439E"/>
    <w:rsid w:val="00B76D32"/>
    <w:rsid w:val="00B80666"/>
    <w:rsid w:val="00B824B7"/>
    <w:rsid w:val="00B8284B"/>
    <w:rsid w:val="00B84258"/>
    <w:rsid w:val="00B8482F"/>
    <w:rsid w:val="00B927E0"/>
    <w:rsid w:val="00B95307"/>
    <w:rsid w:val="00B9668B"/>
    <w:rsid w:val="00BA4B23"/>
    <w:rsid w:val="00BA63B6"/>
    <w:rsid w:val="00BB33E2"/>
    <w:rsid w:val="00BB6835"/>
    <w:rsid w:val="00BB6A68"/>
    <w:rsid w:val="00BC148B"/>
    <w:rsid w:val="00BC1BE6"/>
    <w:rsid w:val="00BD24AA"/>
    <w:rsid w:val="00BE42C7"/>
    <w:rsid w:val="00BE4D55"/>
    <w:rsid w:val="00BF1021"/>
    <w:rsid w:val="00BF231A"/>
    <w:rsid w:val="00C00758"/>
    <w:rsid w:val="00C04AD8"/>
    <w:rsid w:val="00C05AE5"/>
    <w:rsid w:val="00C06C54"/>
    <w:rsid w:val="00C11457"/>
    <w:rsid w:val="00C11655"/>
    <w:rsid w:val="00C1165E"/>
    <w:rsid w:val="00C13686"/>
    <w:rsid w:val="00C158C7"/>
    <w:rsid w:val="00C22891"/>
    <w:rsid w:val="00C22A7A"/>
    <w:rsid w:val="00C2470D"/>
    <w:rsid w:val="00C2557E"/>
    <w:rsid w:val="00C26E10"/>
    <w:rsid w:val="00C27E88"/>
    <w:rsid w:val="00C36345"/>
    <w:rsid w:val="00C415DF"/>
    <w:rsid w:val="00C43180"/>
    <w:rsid w:val="00C439F5"/>
    <w:rsid w:val="00C54291"/>
    <w:rsid w:val="00C5558E"/>
    <w:rsid w:val="00C927B1"/>
    <w:rsid w:val="00C9355B"/>
    <w:rsid w:val="00C93EFD"/>
    <w:rsid w:val="00CA1B24"/>
    <w:rsid w:val="00CA4B3E"/>
    <w:rsid w:val="00CA6A1C"/>
    <w:rsid w:val="00CA730B"/>
    <w:rsid w:val="00CB4900"/>
    <w:rsid w:val="00CB4AE4"/>
    <w:rsid w:val="00CC31E7"/>
    <w:rsid w:val="00CC3928"/>
    <w:rsid w:val="00CC665A"/>
    <w:rsid w:val="00CC6826"/>
    <w:rsid w:val="00CD66F9"/>
    <w:rsid w:val="00CF0878"/>
    <w:rsid w:val="00CF5CA3"/>
    <w:rsid w:val="00D026CF"/>
    <w:rsid w:val="00D05232"/>
    <w:rsid w:val="00D1125D"/>
    <w:rsid w:val="00D15401"/>
    <w:rsid w:val="00D26E4E"/>
    <w:rsid w:val="00D302D1"/>
    <w:rsid w:val="00D32F03"/>
    <w:rsid w:val="00D33FB6"/>
    <w:rsid w:val="00D52AEC"/>
    <w:rsid w:val="00D52E59"/>
    <w:rsid w:val="00D625AF"/>
    <w:rsid w:val="00D74EF4"/>
    <w:rsid w:val="00D83A9C"/>
    <w:rsid w:val="00D83D86"/>
    <w:rsid w:val="00DA45FA"/>
    <w:rsid w:val="00DA6ACD"/>
    <w:rsid w:val="00DB5861"/>
    <w:rsid w:val="00DC4F9D"/>
    <w:rsid w:val="00DC521A"/>
    <w:rsid w:val="00DC5F1D"/>
    <w:rsid w:val="00DE11FC"/>
    <w:rsid w:val="00DE2900"/>
    <w:rsid w:val="00E11C74"/>
    <w:rsid w:val="00E12398"/>
    <w:rsid w:val="00E249DE"/>
    <w:rsid w:val="00E37C2A"/>
    <w:rsid w:val="00E40926"/>
    <w:rsid w:val="00E474E2"/>
    <w:rsid w:val="00E55543"/>
    <w:rsid w:val="00E6189B"/>
    <w:rsid w:val="00E6657F"/>
    <w:rsid w:val="00E71857"/>
    <w:rsid w:val="00E7385B"/>
    <w:rsid w:val="00E96B9C"/>
    <w:rsid w:val="00E979B2"/>
    <w:rsid w:val="00EA3090"/>
    <w:rsid w:val="00EA559E"/>
    <w:rsid w:val="00EB48B5"/>
    <w:rsid w:val="00EC0004"/>
    <w:rsid w:val="00EC111F"/>
    <w:rsid w:val="00EC166B"/>
    <w:rsid w:val="00EC6EC9"/>
    <w:rsid w:val="00ED018A"/>
    <w:rsid w:val="00ED7AE9"/>
    <w:rsid w:val="00EE17CB"/>
    <w:rsid w:val="00EF2B07"/>
    <w:rsid w:val="00EF53C3"/>
    <w:rsid w:val="00EF5D64"/>
    <w:rsid w:val="00F20117"/>
    <w:rsid w:val="00F22B76"/>
    <w:rsid w:val="00F4244D"/>
    <w:rsid w:val="00F44142"/>
    <w:rsid w:val="00F515E6"/>
    <w:rsid w:val="00F57B86"/>
    <w:rsid w:val="00F64E4D"/>
    <w:rsid w:val="00F703DB"/>
    <w:rsid w:val="00F71481"/>
    <w:rsid w:val="00F72EA9"/>
    <w:rsid w:val="00F73A4C"/>
    <w:rsid w:val="00FA159D"/>
    <w:rsid w:val="00FA6A2D"/>
    <w:rsid w:val="00FA73CB"/>
    <w:rsid w:val="00FA7742"/>
    <w:rsid w:val="00FB1C2D"/>
    <w:rsid w:val="00FC103D"/>
    <w:rsid w:val="00FD17FA"/>
    <w:rsid w:val="00FF3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055ABC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11">
    <w:name w:val="Font Style11"/>
    <w:rsid w:val="00055ABC"/>
    <w:rPr>
      <w:rFonts w:ascii="Times New Roman" w:hAnsi="Times New Roman" w:cs="Times New Roman"/>
      <w:sz w:val="22"/>
      <w:szCs w:val="22"/>
    </w:rPr>
  </w:style>
  <w:style w:type="paragraph" w:styleId="a4">
    <w:name w:val="Plain Text"/>
    <w:basedOn w:val="a"/>
    <w:link w:val="a5"/>
    <w:uiPriority w:val="99"/>
    <w:semiHidden/>
    <w:unhideWhenUsed/>
    <w:rsid w:val="00C415DF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semiHidden/>
    <w:rsid w:val="00C415DF"/>
    <w:rPr>
      <w:rFonts w:ascii="Consolas" w:hAnsi="Consolas"/>
      <w:sz w:val="21"/>
      <w:szCs w:val="21"/>
    </w:rPr>
  </w:style>
  <w:style w:type="character" w:styleId="a6">
    <w:name w:val="Hyperlink"/>
    <w:basedOn w:val="a0"/>
    <w:uiPriority w:val="99"/>
    <w:unhideWhenUsed/>
    <w:rsid w:val="00C415DF"/>
    <w:rPr>
      <w:color w:val="0000FF" w:themeColor="hyperlink"/>
      <w:u w:val="single"/>
    </w:rPr>
  </w:style>
  <w:style w:type="paragraph" w:customStyle="1" w:styleId="ConsPlusNormal">
    <w:name w:val="ConsPlusNormal"/>
    <w:rsid w:val="00080C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x1">
    <w:name w:val="tx1"/>
    <w:rsid w:val="00A00764"/>
    <w:rPr>
      <w:b/>
      <w:bCs/>
    </w:rPr>
  </w:style>
  <w:style w:type="paragraph" w:styleId="a7">
    <w:name w:val="List Paragraph"/>
    <w:basedOn w:val="a"/>
    <w:uiPriority w:val="34"/>
    <w:qFormat/>
    <w:rsid w:val="00B655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023ACB"/>
    <w:pPr>
      <w:spacing w:before="120" w:after="120"/>
      <w:jc w:val="center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023A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E3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pd1">
    <w:name w:val="_rp_d1"/>
    <w:basedOn w:val="a0"/>
    <w:rsid w:val="006D1899"/>
  </w:style>
  <w:style w:type="character" w:customStyle="1" w:styleId="d">
    <w:name w:val="d"/>
    <w:basedOn w:val="a0"/>
    <w:rsid w:val="007A4DA5"/>
    <w:rPr>
      <w:rFonts w:ascii="Tahoma" w:hAnsi="Tahoma" w:cs="Tahoma" w:hint="default"/>
      <w:sz w:val="16"/>
      <w:szCs w:val="16"/>
      <w:shd w:val="clear" w:color="auto" w:fill="FFFFFF"/>
    </w:rPr>
  </w:style>
  <w:style w:type="paragraph" w:styleId="a8">
    <w:name w:val="Balloon Text"/>
    <w:basedOn w:val="a"/>
    <w:link w:val="a9"/>
    <w:uiPriority w:val="99"/>
    <w:semiHidden/>
    <w:unhideWhenUsed/>
    <w:rsid w:val="00755D4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D4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F4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84;&#1086;&#1105;!!!!!!!!!!!\&#1089;%20&#1088;&#1072;&#1073;&#1086;&#1095;&#1077;&#1075;&#1086;%20&#1089;&#1090;&#1086;&#1083;&#1072;\&#1055;&#1048;&#1057;&#1068;&#1052;&#1040;!!!!\2014\&#1041;&#1083;&#1072;&#1085;&#1082;%20&#1087;&#1080;&#1089;&#1100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097F9E-4080-4388-81D7-8B5897642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</Template>
  <TotalTime>4706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Минина Елена Сергеевна</dc:creator>
  <cp:keywords/>
  <dc:description/>
  <cp:lastModifiedBy>u653</cp:lastModifiedBy>
  <cp:revision>169</cp:revision>
  <cp:lastPrinted>2015-07-06T04:45:00Z</cp:lastPrinted>
  <dcterms:created xsi:type="dcterms:W3CDTF">2014-10-13T03:26:00Z</dcterms:created>
  <dcterms:modified xsi:type="dcterms:W3CDTF">2018-10-05T01:27:00Z</dcterms:modified>
</cp:coreProperties>
</file>